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14389D5E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9A54BB" w:rsidP="009A54BB" w:rsidRDefault="003D6321" w14:paraId="5AF9CF07" w14:textId="3C3DABAA">
      <w:r w:rsidR="003D6321">
        <w:rPr/>
        <w:t>Wastafel</w:t>
      </w:r>
      <w:r w:rsidR="009A54BB">
        <w:rPr/>
        <w:t xml:space="preserve"> vervaardigd uit sanitair porselein</w:t>
      </w:r>
      <w:r w:rsidR="00B81B92">
        <w:rPr/>
        <w:t xml:space="preserve"> zonder</w:t>
      </w:r>
      <w:r w:rsidR="009A54BB">
        <w:rPr/>
        <w:t xml:space="preserve"> </w:t>
      </w:r>
      <w:r w:rsidR="009A54BB">
        <w:rPr/>
        <w:t>kraangat</w:t>
      </w:r>
      <w:r w:rsidR="6B3ABD7B">
        <w:rPr/>
        <w:t xml:space="preserve">, zonder </w:t>
      </w:r>
      <w:r w:rsidR="009A54BB">
        <w:rPr/>
        <w:t>overloop</w:t>
      </w:r>
    </w:p>
    <w:p w:rsidR="009A54BB" w:rsidP="009A54BB" w:rsidRDefault="009A54BB" w14:paraId="3C881C01" w14:textId="06A55589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:rsidR="00756046" w:rsidP="009A54BB" w:rsidRDefault="00756046" w14:paraId="0FCF24F1" w14:textId="6A94AA09">
      <w:r>
        <w:t>De hoogte van wastafel is van die aard dat de ophanging niet zichtbaar is langs de buitenzijde</w:t>
      </w:r>
    </w:p>
    <w:p w:rsidR="00756046" w:rsidP="009A54BB" w:rsidRDefault="009A54BB" w14:paraId="08A20D9A" w14:textId="219F0A0C">
      <w:r w:rsidR="009A54BB">
        <w:rPr/>
        <w:t xml:space="preserve">Het kraanvlak is volledig vlak </w:t>
      </w:r>
      <w:r w:rsidR="56CDD6A9">
        <w:rPr/>
        <w:t>zonde</w:t>
      </w:r>
      <w:r w:rsidR="56CDD6A9">
        <w:rPr/>
        <w:t>r kraangat</w:t>
      </w:r>
      <w:r w:rsidR="009A54BB">
        <w:rPr/>
        <w:t xml:space="preserve"> </w:t>
      </w:r>
    </w:p>
    <w:p w:rsidR="009A54BB" w:rsidP="009A54BB" w:rsidRDefault="009A54BB" w14:paraId="452C4EFE" w14:textId="6C0CBFB9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:rsidRPr="000D54BA" w:rsidR="00A624B9" w:rsidP="00A624B9" w:rsidRDefault="00A624B9" w14:paraId="4FDF419C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Pr="009A54BB" w:rsidR="009A54BB" w:rsidP="009A54BB" w:rsidRDefault="009A54BB" w14:paraId="42E4E79F" w14:textId="77777777"/>
    <w:p w:rsidRPr="009A54BB" w:rsidR="009A54BB" w:rsidP="009A54BB" w:rsidRDefault="009A54BB" w14:paraId="62969274" w14:textId="77777777"/>
    <w:p w:rsidRPr="00C206EA" w:rsidR="008A5169" w:rsidP="00C206EA" w:rsidRDefault="008A5169" w14:paraId="457D6839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771424C0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P="002F1A08" w:rsidRDefault="002F1A08" w14:paraId="5AD2D5FB" w14:textId="77777777">
      <w:r>
        <w:t>De materie is glasporselein met een max wateropname van 0.5%.</w:t>
      </w:r>
    </w:p>
    <w:p w:rsidRPr="002F1A08" w:rsidR="002F1A08" w:rsidP="002F1A08" w:rsidRDefault="002F1A08" w14:paraId="6567DE51" w14:textId="77777777">
      <w:pPr>
        <w:ind w:left="567"/>
        <w:rPr>
          <w:u w:val="single"/>
        </w:rPr>
      </w:pPr>
    </w:p>
    <w:p w:rsidR="008A5169" w:rsidP="008A5169" w:rsidRDefault="008A5169" w14:paraId="5CC8A4FD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DD0E11" w:rsidP="00DD0E11" w:rsidRDefault="00DD0E11" w14:paraId="186E5667" w14:textId="72960B37">
      <w:r>
        <w:t>Geëmailleerd</w:t>
      </w:r>
      <w:r w:rsidR="00756046">
        <w:t>:  dikte van de email laag is 0.6µ</w:t>
      </w:r>
    </w:p>
    <w:p w:rsidR="00DD0E11" w:rsidP="00DD0E11" w:rsidRDefault="00DD0E11" w14:paraId="5BF574C0" w14:textId="77777777">
      <w:r>
        <w:t xml:space="preserve">Mechanische belasting van 150kg gedurende 1 uur </w:t>
      </w:r>
    </w:p>
    <w:p w:rsidR="00EC40BB" w:rsidP="00DD0E11" w:rsidRDefault="00EC40BB" w14:paraId="728CC097" w14:textId="77777777">
      <w:r>
        <w:t>EN14688</w:t>
      </w:r>
    </w:p>
    <w:p w:rsidR="00DD0E11" w:rsidP="00DD0E11" w:rsidRDefault="005F4D52" w14:paraId="1CC54EB4" w14:textId="444C31DA">
      <w:r>
        <w:t>Diepte:</w:t>
      </w:r>
      <w:r>
        <w:tab/>
      </w:r>
      <w:r w:rsidR="00B81B92">
        <w:t>44</w:t>
      </w:r>
      <w:r>
        <w:t>cm</w:t>
      </w:r>
    </w:p>
    <w:p w:rsidR="005F4D52" w:rsidP="00DD0E11" w:rsidRDefault="005F4D52" w14:paraId="58690DF4" w14:textId="20A09EA0">
      <w:r>
        <w:t>Breedte:</w:t>
      </w:r>
      <w:r>
        <w:tab/>
      </w:r>
      <w:r w:rsidR="00B81B92">
        <w:t>55</w:t>
      </w:r>
      <w:r>
        <w:t>cm</w:t>
      </w:r>
    </w:p>
    <w:p w:rsidR="005F4D52" w:rsidP="00DD0E11" w:rsidRDefault="005F4D52" w14:paraId="51493D2E" w14:textId="5C681CB0">
      <w:r>
        <w:t>Hoogte:</w:t>
      </w:r>
      <w:r>
        <w:tab/>
      </w:r>
      <w:r>
        <w:t>1</w:t>
      </w:r>
      <w:r w:rsidR="00B81B92">
        <w:t>7.5</w:t>
      </w:r>
      <w:r>
        <w:t>cm</w:t>
      </w:r>
    </w:p>
    <w:p w:rsidRPr="00DD0E11" w:rsidR="005F4D52" w:rsidP="00DD0E11" w:rsidRDefault="005F4D52" w14:paraId="01BCEB00" w14:textId="77777777">
      <w:r>
        <w:t xml:space="preserve">Kleur: </w:t>
      </w:r>
      <w:r>
        <w:tab/>
      </w:r>
      <w:r>
        <w:tab/>
      </w:r>
      <w:r>
        <w:t>Wit</w:t>
      </w:r>
    </w:p>
    <w:p w:rsidR="00C206EA" w:rsidP="008A5169" w:rsidRDefault="00C206EA" w14:paraId="479017F2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7DF37A8D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9A54BB" w:rsidR="009A54BB" w:rsidP="009A54BB" w:rsidRDefault="009A54BB" w14:paraId="00B169B0" w14:textId="46FCFFF5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:rsidR="00106C8C" w:rsidP="008A5169" w:rsidRDefault="00106C8C" w14:paraId="31303F28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2F3C08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C2E5FC2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A1C9412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56938B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0B113C7" w14:textId="77777777">
      <w:pPr>
        <w:pStyle w:val="Bulleted1"/>
        <w:numPr>
          <w:ilvl w:val="0"/>
          <w:numId w:val="0"/>
        </w:numPr>
      </w:pPr>
    </w:p>
    <w:p w:rsidR="00DD0E11" w:rsidP="008A5169" w:rsidRDefault="00DD0E11" w14:paraId="6450909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01C7956D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0BC1C49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5D967DBF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7162F435" w14:textId="77777777"/>
    <w:p w:rsidRPr="00586B18" w:rsidR="00586B18" w:rsidP="00586B18" w:rsidRDefault="00586B18" w14:paraId="7C3F7DB3" w14:textId="77777777"/>
    <w:p w:rsidRPr="00FF20C8" w:rsidR="00CE5E0E" w:rsidP="008A5169" w:rsidRDefault="00CE5E0E" w14:paraId="2AC64453" w14:textId="77777777">
      <w:pPr>
        <w:pStyle w:val="Bulleted1"/>
        <w:numPr>
          <w:ilvl w:val="0"/>
          <w:numId w:val="0"/>
        </w:numPr>
      </w:pPr>
    </w:p>
    <w:p w:rsidR="008A5169" w:rsidP="008A5169" w:rsidRDefault="003E31BB" w14:paraId="1337E737" w14:textId="5E2293B1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3C22" w:rsidRDefault="00993C22" w14:paraId="3762EABE" w14:textId="77777777">
      <w:r>
        <w:separator/>
      </w:r>
    </w:p>
  </w:endnote>
  <w:endnote w:type="continuationSeparator" w:id="0">
    <w:p w:rsidR="00993C22" w:rsidRDefault="00993C22" w14:paraId="352FEF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BD93CBF" w14:textId="77777777">
      <w:tc>
        <w:tcPr>
          <w:tcW w:w="3392" w:type="dxa"/>
        </w:tcPr>
        <w:p w:rsidRPr="00D06139" w:rsidR="00025544" w:rsidP="003242F8" w:rsidRDefault="0069129C" w14:paraId="1B89834A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057E5B71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5B86C24F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37FC4261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3C22" w:rsidRDefault="00993C22" w14:paraId="26BBC5FE" w14:textId="77777777">
      <w:r>
        <w:separator/>
      </w:r>
    </w:p>
  </w:footnote>
  <w:footnote w:type="continuationSeparator" w:id="0">
    <w:p w:rsidR="00993C22" w:rsidRDefault="00993C22" w14:paraId="0F4203B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23CF0" w:rsidP="00080B0F" w:rsidRDefault="006E7CAF" w14:paraId="12990A40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223CF0" w14:paraId="0BCA3686" w14:textId="461B8DF1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Pr="001332A1" w:rsidR="00C272EF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9D5682-DF25-4D17-A1B9-026B7467D50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2023-11-02T07:48:14Z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